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0E3" w:rsidRDefault="009550E3" w:rsidP="000D2377">
      <w:pPr>
        <w:pStyle w:val="Intestazione"/>
        <w:tabs>
          <w:tab w:val="clear" w:pos="4819"/>
          <w:tab w:val="clear" w:pos="9638"/>
        </w:tabs>
        <w:spacing w:line="140" w:lineRule="exact"/>
        <w:ind w:left="1080"/>
        <w:rPr>
          <w:rFonts w:ascii="Arial" w:hAnsi="Arial" w:cs="Arial"/>
          <w:b/>
          <w:color w:val="61BF1A"/>
          <w:sz w:val="16"/>
          <w:szCs w:val="16"/>
        </w:rPr>
      </w:pPr>
    </w:p>
    <w:p w:rsidR="0092725A" w:rsidRPr="00F97391" w:rsidRDefault="0092725A" w:rsidP="005A6D20">
      <w:pPr>
        <w:pStyle w:val="Intestazione"/>
        <w:tabs>
          <w:tab w:val="clear" w:pos="4819"/>
          <w:tab w:val="clear" w:pos="9638"/>
        </w:tabs>
        <w:spacing w:line="140" w:lineRule="exact"/>
        <w:ind w:left="1260"/>
        <w:rPr>
          <w:rFonts w:ascii="Arial" w:hAnsi="Arial" w:cs="Arial"/>
          <w:b/>
          <w:color w:val="009959"/>
          <w:sz w:val="16"/>
          <w:szCs w:val="16"/>
        </w:rPr>
      </w:pPr>
    </w:p>
    <w:p w:rsidR="009550E3" w:rsidRDefault="003A2CCB" w:rsidP="005A6D20">
      <w:pPr>
        <w:pStyle w:val="Intestazione"/>
        <w:tabs>
          <w:tab w:val="clear" w:pos="4819"/>
          <w:tab w:val="clear" w:pos="9638"/>
        </w:tabs>
        <w:spacing w:line="140" w:lineRule="exact"/>
        <w:ind w:left="1260"/>
        <w:rPr>
          <w:rFonts w:ascii="Arial" w:hAnsi="Arial" w:cs="Arial"/>
          <w:b/>
          <w:color w:val="009959"/>
          <w:sz w:val="16"/>
          <w:szCs w:val="16"/>
        </w:rPr>
      </w:pPr>
      <w:r>
        <w:rPr>
          <w:rFonts w:ascii="Arial" w:hAnsi="Arial" w:cs="Arial"/>
          <w:b/>
          <w:color w:val="009959"/>
          <w:sz w:val="16"/>
          <w:szCs w:val="16"/>
        </w:rPr>
        <w:t>Direzione Sanitaria</w:t>
      </w:r>
    </w:p>
    <w:p w:rsidR="00E61DBF" w:rsidRDefault="00E61DBF" w:rsidP="005A6D20">
      <w:pPr>
        <w:pStyle w:val="Intestazione"/>
        <w:tabs>
          <w:tab w:val="clear" w:pos="4819"/>
          <w:tab w:val="clear" w:pos="9638"/>
        </w:tabs>
        <w:spacing w:line="140" w:lineRule="exact"/>
        <w:ind w:left="1260"/>
        <w:rPr>
          <w:rFonts w:ascii="Arial" w:hAnsi="Arial" w:cs="Arial"/>
          <w:b/>
          <w:color w:val="009959"/>
          <w:sz w:val="16"/>
          <w:szCs w:val="16"/>
        </w:rPr>
      </w:pPr>
    </w:p>
    <w:p w:rsidR="00E61DBF" w:rsidRDefault="00E61DBF" w:rsidP="005A6D20">
      <w:pPr>
        <w:pStyle w:val="Intestazione"/>
        <w:tabs>
          <w:tab w:val="clear" w:pos="4819"/>
          <w:tab w:val="clear" w:pos="9638"/>
        </w:tabs>
        <w:spacing w:line="140" w:lineRule="exact"/>
        <w:ind w:left="1260"/>
        <w:rPr>
          <w:rFonts w:ascii="Arial" w:hAnsi="Arial" w:cs="Arial"/>
          <w:b/>
          <w:color w:val="009959"/>
          <w:sz w:val="16"/>
          <w:szCs w:val="16"/>
        </w:rPr>
      </w:pPr>
    </w:p>
    <w:p w:rsidR="007B3251" w:rsidRPr="008C3879" w:rsidRDefault="007B3251" w:rsidP="007B32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</w:rPr>
      </w:pPr>
      <w:r w:rsidRPr="008C3879">
        <w:rPr>
          <w:rFonts w:ascii="Arial" w:hAnsi="Arial" w:cs="Arial"/>
          <w:b/>
        </w:rPr>
        <w:t xml:space="preserve">SCHEDA C </w:t>
      </w:r>
    </w:p>
    <w:p w:rsidR="00E20E84" w:rsidRPr="008C3879" w:rsidRDefault="007B3251" w:rsidP="00E54B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</w:rPr>
      </w:pPr>
      <w:r w:rsidRPr="008C3879">
        <w:rPr>
          <w:rFonts w:ascii="Arial" w:hAnsi="Arial" w:cs="Arial"/>
          <w:b/>
        </w:rPr>
        <w:t>di destinazione lavorativa e/o di apprendimento (Medici in formazione specialistica)</w:t>
      </w:r>
    </w:p>
    <w:p w:rsidR="00E20E84" w:rsidRDefault="00E20E84" w:rsidP="00E20E84">
      <w:pPr>
        <w:rPr>
          <w:rFonts w:ascii="Arial" w:hAnsi="Arial" w:cs="Arial"/>
          <w:sz w:val="22"/>
          <w:szCs w:val="22"/>
        </w:rPr>
      </w:pPr>
    </w:p>
    <w:p w:rsidR="008C3879" w:rsidRPr="008C3879" w:rsidRDefault="008C3879" w:rsidP="00E20E84">
      <w:pPr>
        <w:rPr>
          <w:rFonts w:ascii="Arial" w:hAnsi="Arial" w:cs="Arial"/>
          <w:sz w:val="22"/>
          <w:szCs w:val="22"/>
        </w:rPr>
      </w:pPr>
    </w:p>
    <w:p w:rsidR="007B3251" w:rsidRPr="008C3879" w:rsidRDefault="007B3251" w:rsidP="00B529FB">
      <w:pPr>
        <w:ind w:left="360"/>
        <w:jc w:val="both"/>
        <w:rPr>
          <w:rFonts w:ascii="Arial" w:hAnsi="Arial" w:cs="Arial"/>
          <w:sz w:val="22"/>
          <w:szCs w:val="22"/>
        </w:rPr>
      </w:pPr>
      <w:r w:rsidRPr="008C3879">
        <w:rPr>
          <w:rFonts w:ascii="Arial" w:hAnsi="Arial" w:cs="Arial"/>
          <w:sz w:val="22"/>
          <w:szCs w:val="22"/>
        </w:rPr>
        <w:t>Cognome e nome  ____________________________________________________________</w:t>
      </w:r>
    </w:p>
    <w:p w:rsidR="007B3251" w:rsidRPr="008C3879" w:rsidRDefault="007B3251" w:rsidP="00B529FB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7B3251" w:rsidRPr="008C3879" w:rsidRDefault="007B3251" w:rsidP="00B529FB">
      <w:pPr>
        <w:ind w:left="360"/>
        <w:jc w:val="both"/>
        <w:rPr>
          <w:rFonts w:ascii="Arial" w:hAnsi="Arial" w:cs="Arial"/>
          <w:sz w:val="22"/>
          <w:szCs w:val="22"/>
        </w:rPr>
      </w:pPr>
      <w:r w:rsidRPr="008C3879">
        <w:rPr>
          <w:rFonts w:ascii="Arial" w:hAnsi="Arial" w:cs="Arial"/>
          <w:sz w:val="22"/>
          <w:szCs w:val="22"/>
        </w:rPr>
        <w:t>SC/SSD/Servizio/Laboratorio/Uff._________________________________________________</w:t>
      </w:r>
    </w:p>
    <w:p w:rsidR="007B3251" w:rsidRPr="008C3879" w:rsidRDefault="007B3251" w:rsidP="00B529FB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7B3251" w:rsidRPr="008C3879" w:rsidRDefault="007B3251" w:rsidP="00B529FB">
      <w:pPr>
        <w:ind w:left="360"/>
        <w:jc w:val="both"/>
        <w:rPr>
          <w:rFonts w:ascii="Arial" w:hAnsi="Arial" w:cs="Arial"/>
          <w:sz w:val="22"/>
          <w:szCs w:val="22"/>
        </w:rPr>
      </w:pPr>
      <w:r w:rsidRPr="008C3879">
        <w:rPr>
          <w:rFonts w:ascii="Arial" w:hAnsi="Arial" w:cs="Arial"/>
          <w:sz w:val="22"/>
          <w:szCs w:val="22"/>
        </w:rPr>
        <w:t>Data di inizio attività _______________       Data presunta di fine attività  _________________</w:t>
      </w:r>
    </w:p>
    <w:p w:rsidR="007B3251" w:rsidRPr="008C3879" w:rsidRDefault="007B3251" w:rsidP="00B529FB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7B3251" w:rsidRPr="008C3879" w:rsidRDefault="007B3251" w:rsidP="00B529FB">
      <w:pPr>
        <w:ind w:left="360"/>
        <w:jc w:val="both"/>
        <w:rPr>
          <w:rFonts w:ascii="Arial" w:hAnsi="Arial" w:cs="Arial"/>
          <w:sz w:val="22"/>
          <w:szCs w:val="22"/>
        </w:rPr>
      </w:pPr>
      <w:r w:rsidRPr="008C3879">
        <w:rPr>
          <w:rFonts w:ascii="Arial" w:hAnsi="Arial" w:cs="Arial"/>
          <w:sz w:val="22"/>
          <w:szCs w:val="22"/>
        </w:rPr>
        <w:t>Tempo dedicato all’attività (giorni al mese)  _________________________________________</w:t>
      </w:r>
    </w:p>
    <w:p w:rsidR="007B3251" w:rsidRPr="008C3879" w:rsidRDefault="007B3251" w:rsidP="00B529FB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7B3251" w:rsidRPr="008C3879" w:rsidRDefault="007B3251" w:rsidP="00B529FB">
      <w:pPr>
        <w:spacing w:before="120"/>
        <w:ind w:left="360"/>
        <w:jc w:val="both"/>
        <w:rPr>
          <w:rFonts w:ascii="Arial" w:hAnsi="Arial" w:cs="Arial"/>
          <w:sz w:val="22"/>
          <w:szCs w:val="22"/>
          <w:u w:val="single"/>
        </w:rPr>
      </w:pPr>
      <w:r w:rsidRPr="008C3879">
        <w:rPr>
          <w:rFonts w:ascii="Arial" w:hAnsi="Arial" w:cs="Arial"/>
          <w:sz w:val="22"/>
          <w:szCs w:val="22"/>
          <w:u w:val="single"/>
        </w:rPr>
        <w:t>Posizione:</w:t>
      </w:r>
    </w:p>
    <w:p w:rsidR="007B3251" w:rsidRPr="008C3879" w:rsidRDefault="007B3251" w:rsidP="00B529FB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7B3251" w:rsidRPr="008C3879" w:rsidRDefault="007B3251" w:rsidP="00B529FB">
      <w:pPr>
        <w:ind w:left="360"/>
        <w:jc w:val="both"/>
        <w:rPr>
          <w:rFonts w:ascii="Arial" w:hAnsi="Arial" w:cs="Arial"/>
          <w:sz w:val="22"/>
          <w:szCs w:val="22"/>
        </w:rPr>
      </w:pPr>
      <w:r w:rsidRPr="008C3879">
        <w:rPr>
          <w:rFonts w:ascii="Arial" w:hAnsi="Arial" w:cs="Arial"/>
          <w:sz w:val="22"/>
          <w:szCs w:val="22"/>
        </w:rPr>
        <w:sym w:font="Wingdings" w:char="F06F"/>
      </w:r>
      <w:r w:rsidRPr="008C3879">
        <w:rPr>
          <w:rFonts w:ascii="Arial" w:hAnsi="Arial" w:cs="Arial"/>
          <w:sz w:val="22"/>
          <w:szCs w:val="22"/>
        </w:rPr>
        <w:t xml:space="preserve">  </w:t>
      </w:r>
      <w:r w:rsidR="00774531">
        <w:rPr>
          <w:rFonts w:ascii="Arial" w:hAnsi="Arial" w:cs="Arial"/>
          <w:sz w:val="22"/>
          <w:szCs w:val="22"/>
        </w:rPr>
        <w:t xml:space="preserve">Medico </w:t>
      </w:r>
      <w:r w:rsidRPr="008C3879">
        <w:rPr>
          <w:rFonts w:ascii="Arial" w:hAnsi="Arial" w:cs="Arial"/>
          <w:sz w:val="22"/>
          <w:szCs w:val="22"/>
        </w:rPr>
        <w:t>Specializzando dell’Un</w:t>
      </w:r>
      <w:r w:rsidR="0072798C">
        <w:rPr>
          <w:rFonts w:ascii="Arial" w:hAnsi="Arial" w:cs="Arial"/>
          <w:sz w:val="22"/>
          <w:szCs w:val="22"/>
        </w:rPr>
        <w:t>iversità di _________________________________</w:t>
      </w:r>
    </w:p>
    <w:p w:rsidR="007B3251" w:rsidRPr="008C3879" w:rsidRDefault="007B3251" w:rsidP="00B529FB">
      <w:pPr>
        <w:ind w:left="360" w:hanging="340"/>
        <w:jc w:val="both"/>
        <w:rPr>
          <w:rFonts w:ascii="Arial" w:hAnsi="Arial" w:cs="Arial"/>
          <w:sz w:val="22"/>
          <w:szCs w:val="22"/>
        </w:rPr>
      </w:pPr>
    </w:p>
    <w:p w:rsidR="007B3251" w:rsidRPr="008C3879" w:rsidRDefault="007B3251" w:rsidP="00B529FB">
      <w:pPr>
        <w:spacing w:before="240"/>
        <w:ind w:left="360"/>
        <w:jc w:val="both"/>
        <w:rPr>
          <w:rFonts w:ascii="Arial" w:hAnsi="Arial" w:cs="Arial"/>
          <w:sz w:val="22"/>
          <w:szCs w:val="22"/>
        </w:rPr>
      </w:pPr>
      <w:r w:rsidRPr="008C3879">
        <w:rPr>
          <w:rFonts w:ascii="Arial" w:hAnsi="Arial" w:cs="Arial"/>
          <w:sz w:val="22"/>
          <w:szCs w:val="22"/>
        </w:rPr>
        <w:t xml:space="preserve">Attività a rischio radiologico   </w:t>
      </w:r>
      <w:r w:rsidRPr="008C3879">
        <w:rPr>
          <w:rFonts w:ascii="Arial" w:hAnsi="Arial" w:cs="Arial"/>
          <w:sz w:val="22"/>
          <w:szCs w:val="22"/>
        </w:rPr>
        <w:sym w:font="Wingdings" w:char="F06F"/>
      </w:r>
      <w:r w:rsidRPr="008C3879">
        <w:rPr>
          <w:rFonts w:ascii="Arial" w:hAnsi="Arial" w:cs="Arial"/>
          <w:sz w:val="22"/>
          <w:szCs w:val="22"/>
        </w:rPr>
        <w:t xml:space="preserve">  Sì      </w:t>
      </w:r>
      <w:r w:rsidRPr="008C3879">
        <w:rPr>
          <w:rFonts w:ascii="Arial" w:hAnsi="Arial" w:cs="Arial"/>
          <w:sz w:val="22"/>
          <w:szCs w:val="22"/>
        </w:rPr>
        <w:sym w:font="Wingdings" w:char="F06F"/>
      </w:r>
      <w:r w:rsidRPr="008C3879">
        <w:rPr>
          <w:rFonts w:ascii="Arial" w:hAnsi="Arial" w:cs="Arial"/>
          <w:sz w:val="22"/>
          <w:szCs w:val="22"/>
        </w:rPr>
        <w:t xml:space="preserve">  No    ______________________________________</w:t>
      </w:r>
    </w:p>
    <w:p w:rsidR="007B3251" w:rsidRPr="008C3879" w:rsidRDefault="007B3251" w:rsidP="00B529FB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7B3251" w:rsidRPr="008C3879" w:rsidRDefault="007B3251" w:rsidP="00B529FB">
      <w:pPr>
        <w:ind w:left="360"/>
        <w:jc w:val="both"/>
        <w:rPr>
          <w:rFonts w:ascii="Arial" w:hAnsi="Arial" w:cs="Arial"/>
          <w:sz w:val="22"/>
          <w:szCs w:val="22"/>
        </w:rPr>
      </w:pPr>
      <w:r w:rsidRPr="008C3879">
        <w:rPr>
          <w:rFonts w:ascii="Arial" w:hAnsi="Arial" w:cs="Arial"/>
          <w:sz w:val="22"/>
          <w:szCs w:val="22"/>
        </w:rPr>
        <w:t xml:space="preserve">Attività con radioisotopi   </w:t>
      </w:r>
      <w:r w:rsidRPr="008C3879">
        <w:rPr>
          <w:rFonts w:ascii="Arial" w:hAnsi="Arial" w:cs="Arial"/>
          <w:sz w:val="22"/>
          <w:szCs w:val="22"/>
        </w:rPr>
        <w:sym w:font="Wingdings" w:char="F06F"/>
      </w:r>
      <w:r w:rsidRPr="008C3879">
        <w:rPr>
          <w:rFonts w:ascii="Arial" w:hAnsi="Arial" w:cs="Arial"/>
          <w:sz w:val="22"/>
          <w:szCs w:val="22"/>
        </w:rPr>
        <w:t xml:space="preserve">  Sì      </w:t>
      </w:r>
      <w:r w:rsidRPr="008C3879">
        <w:rPr>
          <w:rFonts w:ascii="Arial" w:hAnsi="Arial" w:cs="Arial"/>
          <w:sz w:val="22"/>
          <w:szCs w:val="22"/>
        </w:rPr>
        <w:sym w:font="Wingdings" w:char="F06F"/>
      </w:r>
      <w:r w:rsidRPr="008C3879">
        <w:rPr>
          <w:rFonts w:ascii="Arial" w:hAnsi="Arial" w:cs="Arial"/>
          <w:sz w:val="22"/>
          <w:szCs w:val="22"/>
        </w:rPr>
        <w:t xml:space="preserve">  No    _________________________________________</w:t>
      </w:r>
    </w:p>
    <w:p w:rsidR="007B3251" w:rsidRPr="008C3879" w:rsidRDefault="007B3251" w:rsidP="00B529FB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7B3251" w:rsidRPr="008C3879" w:rsidRDefault="007B3251" w:rsidP="00B529FB">
      <w:pPr>
        <w:ind w:left="360"/>
        <w:jc w:val="both"/>
        <w:rPr>
          <w:rFonts w:ascii="Arial" w:hAnsi="Arial" w:cs="Arial"/>
          <w:sz w:val="22"/>
          <w:szCs w:val="22"/>
        </w:rPr>
      </w:pPr>
      <w:r w:rsidRPr="008C3879">
        <w:rPr>
          <w:rFonts w:ascii="Arial" w:hAnsi="Arial" w:cs="Arial"/>
          <w:sz w:val="22"/>
          <w:szCs w:val="22"/>
        </w:rPr>
        <w:t xml:space="preserve">Attività a rischio da radiazioni non ionizzanti   </w:t>
      </w:r>
      <w:r w:rsidRPr="008C3879">
        <w:rPr>
          <w:rFonts w:ascii="Arial" w:hAnsi="Arial" w:cs="Arial"/>
          <w:sz w:val="22"/>
          <w:szCs w:val="22"/>
        </w:rPr>
        <w:sym w:font="Wingdings" w:char="F06F"/>
      </w:r>
      <w:r w:rsidRPr="008C3879">
        <w:rPr>
          <w:rFonts w:ascii="Arial" w:hAnsi="Arial" w:cs="Arial"/>
          <w:sz w:val="22"/>
          <w:szCs w:val="22"/>
        </w:rPr>
        <w:t xml:space="preserve">  Sì      </w:t>
      </w:r>
      <w:r w:rsidRPr="008C3879">
        <w:rPr>
          <w:rFonts w:ascii="Arial" w:hAnsi="Arial" w:cs="Arial"/>
          <w:sz w:val="22"/>
          <w:szCs w:val="22"/>
        </w:rPr>
        <w:sym w:font="Wingdings" w:char="F06F"/>
      </w:r>
      <w:r w:rsidRPr="008C3879">
        <w:rPr>
          <w:rFonts w:ascii="Arial" w:hAnsi="Arial" w:cs="Arial"/>
          <w:sz w:val="22"/>
          <w:szCs w:val="22"/>
        </w:rPr>
        <w:t xml:space="preserve">  No    _________________________</w:t>
      </w:r>
    </w:p>
    <w:p w:rsidR="007B3251" w:rsidRPr="008C3879" w:rsidRDefault="007B3251" w:rsidP="00B529FB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7B3251" w:rsidRPr="008C3879" w:rsidRDefault="007B3251" w:rsidP="00B529FB">
      <w:pPr>
        <w:ind w:left="360"/>
        <w:jc w:val="both"/>
        <w:rPr>
          <w:rFonts w:ascii="Arial" w:hAnsi="Arial" w:cs="Arial"/>
          <w:sz w:val="22"/>
          <w:szCs w:val="22"/>
        </w:rPr>
      </w:pPr>
      <w:r w:rsidRPr="008C3879">
        <w:rPr>
          <w:rFonts w:ascii="Arial" w:hAnsi="Arial" w:cs="Arial"/>
          <w:sz w:val="22"/>
          <w:szCs w:val="22"/>
        </w:rPr>
        <w:t xml:space="preserve">Attività con videoterminali (ore/settimana)   _______________     </w:t>
      </w:r>
      <w:r w:rsidRPr="008C3879">
        <w:rPr>
          <w:rFonts w:ascii="Arial" w:hAnsi="Arial" w:cs="Arial"/>
          <w:sz w:val="22"/>
          <w:szCs w:val="22"/>
        </w:rPr>
        <w:sym w:font="Wingdings" w:char="F06F"/>
      </w:r>
      <w:r w:rsidRPr="008C3879">
        <w:rPr>
          <w:rFonts w:ascii="Arial" w:hAnsi="Arial" w:cs="Arial"/>
          <w:sz w:val="22"/>
          <w:szCs w:val="22"/>
        </w:rPr>
        <w:t xml:space="preserve">  No</w:t>
      </w:r>
    </w:p>
    <w:p w:rsidR="007B3251" w:rsidRPr="008C3879" w:rsidRDefault="007B3251" w:rsidP="00B529FB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7B3251" w:rsidRPr="008C3879" w:rsidRDefault="007B3251" w:rsidP="00B529FB">
      <w:pPr>
        <w:ind w:left="360"/>
        <w:jc w:val="both"/>
        <w:rPr>
          <w:rFonts w:ascii="Arial" w:hAnsi="Arial" w:cs="Arial"/>
          <w:sz w:val="22"/>
          <w:szCs w:val="22"/>
        </w:rPr>
      </w:pPr>
      <w:r w:rsidRPr="008C3879">
        <w:rPr>
          <w:rFonts w:ascii="Arial" w:hAnsi="Arial" w:cs="Arial"/>
          <w:sz w:val="22"/>
          <w:szCs w:val="22"/>
        </w:rPr>
        <w:t xml:space="preserve">Attività a rischio biologico   </w:t>
      </w:r>
      <w:r w:rsidRPr="008C3879">
        <w:rPr>
          <w:rFonts w:ascii="Arial" w:hAnsi="Arial" w:cs="Arial"/>
          <w:sz w:val="22"/>
          <w:szCs w:val="22"/>
        </w:rPr>
        <w:sym w:font="Wingdings" w:char="F06F"/>
      </w:r>
      <w:r w:rsidRPr="008C3879">
        <w:rPr>
          <w:rFonts w:ascii="Arial" w:hAnsi="Arial" w:cs="Arial"/>
          <w:sz w:val="22"/>
          <w:szCs w:val="22"/>
        </w:rPr>
        <w:t xml:space="preserve">  Sì      </w:t>
      </w:r>
      <w:r w:rsidRPr="008C3879">
        <w:rPr>
          <w:rFonts w:ascii="Arial" w:hAnsi="Arial" w:cs="Arial"/>
          <w:sz w:val="22"/>
          <w:szCs w:val="22"/>
        </w:rPr>
        <w:sym w:font="Wingdings" w:char="F06F"/>
      </w:r>
      <w:r w:rsidRPr="008C3879">
        <w:rPr>
          <w:rFonts w:ascii="Arial" w:hAnsi="Arial" w:cs="Arial"/>
          <w:sz w:val="22"/>
          <w:szCs w:val="22"/>
        </w:rPr>
        <w:t xml:space="preserve">  No    _______________________________________</w:t>
      </w:r>
    </w:p>
    <w:p w:rsidR="007B3251" w:rsidRPr="008C3879" w:rsidRDefault="007B3251" w:rsidP="00B529FB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7B3251" w:rsidRPr="008C3879" w:rsidRDefault="007B3251" w:rsidP="00B529FB">
      <w:pPr>
        <w:ind w:left="360"/>
        <w:jc w:val="both"/>
        <w:rPr>
          <w:rFonts w:ascii="Arial" w:hAnsi="Arial" w:cs="Arial"/>
          <w:sz w:val="22"/>
          <w:szCs w:val="22"/>
        </w:rPr>
      </w:pPr>
      <w:r w:rsidRPr="008C3879">
        <w:rPr>
          <w:rFonts w:ascii="Arial" w:hAnsi="Arial" w:cs="Arial"/>
          <w:sz w:val="22"/>
          <w:szCs w:val="22"/>
        </w:rPr>
        <w:t xml:space="preserve">Attività a rischio cancerogenico   </w:t>
      </w:r>
      <w:r w:rsidRPr="008C3879">
        <w:rPr>
          <w:rFonts w:ascii="Arial" w:hAnsi="Arial" w:cs="Arial"/>
          <w:sz w:val="22"/>
          <w:szCs w:val="22"/>
        </w:rPr>
        <w:sym w:font="Wingdings" w:char="F06F"/>
      </w:r>
      <w:r w:rsidRPr="008C3879">
        <w:rPr>
          <w:rFonts w:ascii="Arial" w:hAnsi="Arial" w:cs="Arial"/>
          <w:sz w:val="22"/>
          <w:szCs w:val="22"/>
        </w:rPr>
        <w:t xml:space="preserve">  Sì      </w:t>
      </w:r>
      <w:r w:rsidRPr="008C3879">
        <w:rPr>
          <w:rFonts w:ascii="Arial" w:hAnsi="Arial" w:cs="Arial"/>
          <w:sz w:val="22"/>
          <w:szCs w:val="22"/>
        </w:rPr>
        <w:sym w:font="Wingdings" w:char="F06F"/>
      </w:r>
      <w:r w:rsidRPr="008C3879">
        <w:rPr>
          <w:rFonts w:ascii="Arial" w:hAnsi="Arial" w:cs="Arial"/>
          <w:sz w:val="22"/>
          <w:szCs w:val="22"/>
        </w:rPr>
        <w:t xml:space="preserve">  No    ___________________________________</w:t>
      </w:r>
    </w:p>
    <w:p w:rsidR="007B3251" w:rsidRPr="008C3879" w:rsidRDefault="007B3251" w:rsidP="00B529FB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7B3251" w:rsidRPr="008C3879" w:rsidRDefault="007B3251" w:rsidP="00B529FB">
      <w:pPr>
        <w:ind w:left="360"/>
        <w:jc w:val="both"/>
        <w:rPr>
          <w:rFonts w:ascii="Arial" w:hAnsi="Arial" w:cs="Arial"/>
          <w:sz w:val="22"/>
          <w:szCs w:val="22"/>
        </w:rPr>
      </w:pPr>
      <w:r w:rsidRPr="008C3879">
        <w:rPr>
          <w:rFonts w:ascii="Arial" w:hAnsi="Arial" w:cs="Arial"/>
          <w:sz w:val="22"/>
          <w:szCs w:val="22"/>
        </w:rPr>
        <w:t xml:space="preserve">Attività in presenza di gas anestetici   </w:t>
      </w:r>
      <w:r w:rsidRPr="008C3879">
        <w:rPr>
          <w:rFonts w:ascii="Arial" w:hAnsi="Arial" w:cs="Arial"/>
          <w:sz w:val="22"/>
          <w:szCs w:val="22"/>
        </w:rPr>
        <w:sym w:font="Wingdings" w:char="F06F"/>
      </w:r>
      <w:r w:rsidRPr="008C3879">
        <w:rPr>
          <w:rFonts w:ascii="Arial" w:hAnsi="Arial" w:cs="Arial"/>
          <w:sz w:val="22"/>
          <w:szCs w:val="22"/>
        </w:rPr>
        <w:t xml:space="preserve">  Sì      </w:t>
      </w:r>
      <w:r w:rsidRPr="008C3879">
        <w:rPr>
          <w:rFonts w:ascii="Arial" w:hAnsi="Arial" w:cs="Arial"/>
          <w:sz w:val="22"/>
          <w:szCs w:val="22"/>
        </w:rPr>
        <w:sym w:font="Wingdings" w:char="F06F"/>
      </w:r>
      <w:r w:rsidRPr="008C3879">
        <w:rPr>
          <w:rFonts w:ascii="Arial" w:hAnsi="Arial" w:cs="Arial"/>
          <w:sz w:val="22"/>
          <w:szCs w:val="22"/>
        </w:rPr>
        <w:t xml:space="preserve">  No    ________________________________</w:t>
      </w:r>
    </w:p>
    <w:p w:rsidR="007B3251" w:rsidRPr="008C3879" w:rsidRDefault="007B3251" w:rsidP="00B529FB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7B3251" w:rsidRPr="008C3879" w:rsidRDefault="007B3251" w:rsidP="00B529FB">
      <w:pPr>
        <w:ind w:left="360"/>
        <w:jc w:val="both"/>
        <w:rPr>
          <w:rFonts w:ascii="Arial" w:hAnsi="Arial" w:cs="Arial"/>
          <w:sz w:val="22"/>
          <w:szCs w:val="22"/>
        </w:rPr>
      </w:pPr>
      <w:r w:rsidRPr="008C3879">
        <w:rPr>
          <w:rFonts w:ascii="Arial" w:hAnsi="Arial" w:cs="Arial"/>
          <w:sz w:val="22"/>
          <w:szCs w:val="22"/>
        </w:rPr>
        <w:t xml:space="preserve">Movimentazione carichi   </w:t>
      </w:r>
      <w:r w:rsidRPr="008C3879">
        <w:rPr>
          <w:rFonts w:ascii="Arial" w:hAnsi="Arial" w:cs="Arial"/>
          <w:sz w:val="22"/>
          <w:szCs w:val="22"/>
        </w:rPr>
        <w:sym w:font="Wingdings" w:char="F06F"/>
      </w:r>
      <w:r w:rsidRPr="008C3879">
        <w:rPr>
          <w:rFonts w:ascii="Arial" w:hAnsi="Arial" w:cs="Arial"/>
          <w:sz w:val="22"/>
          <w:szCs w:val="22"/>
        </w:rPr>
        <w:t xml:space="preserve">  Sì      </w:t>
      </w:r>
      <w:r w:rsidRPr="008C3879">
        <w:rPr>
          <w:rFonts w:ascii="Arial" w:hAnsi="Arial" w:cs="Arial"/>
          <w:sz w:val="22"/>
          <w:szCs w:val="22"/>
        </w:rPr>
        <w:sym w:font="Wingdings" w:char="F06F"/>
      </w:r>
      <w:r w:rsidRPr="008C3879">
        <w:rPr>
          <w:rFonts w:ascii="Arial" w:hAnsi="Arial" w:cs="Arial"/>
          <w:sz w:val="22"/>
          <w:szCs w:val="22"/>
        </w:rPr>
        <w:t xml:space="preserve">  No   __________________________________________</w:t>
      </w:r>
    </w:p>
    <w:p w:rsidR="007B3251" w:rsidRPr="008C3879" w:rsidRDefault="007B3251" w:rsidP="00B529FB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7B3251" w:rsidRDefault="007B3251" w:rsidP="00B529FB">
      <w:pPr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8C3879">
        <w:rPr>
          <w:rFonts w:ascii="Arial" w:hAnsi="Arial" w:cs="Arial"/>
          <w:sz w:val="22"/>
          <w:szCs w:val="22"/>
        </w:rPr>
        <w:t>Eventuali note: ________________________________________________________________</w:t>
      </w:r>
    </w:p>
    <w:p w:rsidR="00B529FB" w:rsidRDefault="00B529FB" w:rsidP="00B529FB">
      <w:pPr>
        <w:spacing w:before="120"/>
        <w:jc w:val="both"/>
        <w:rPr>
          <w:rFonts w:ascii="Arial" w:hAnsi="Arial" w:cs="Arial"/>
          <w:sz w:val="22"/>
          <w:szCs w:val="22"/>
        </w:rPr>
      </w:pPr>
    </w:p>
    <w:p w:rsidR="008C3879" w:rsidRPr="008C3879" w:rsidRDefault="008C3879" w:rsidP="007B3251">
      <w:pPr>
        <w:jc w:val="both"/>
        <w:rPr>
          <w:rFonts w:ascii="Arial" w:hAnsi="Arial" w:cs="Arial"/>
          <w:sz w:val="22"/>
          <w:szCs w:val="22"/>
        </w:rPr>
      </w:pPr>
    </w:p>
    <w:p w:rsidR="007B3251" w:rsidRPr="008C3879" w:rsidRDefault="007B3251" w:rsidP="00B529FB">
      <w:pPr>
        <w:ind w:firstLine="360"/>
        <w:jc w:val="both"/>
        <w:rPr>
          <w:rFonts w:ascii="Arial" w:hAnsi="Arial" w:cs="Arial"/>
          <w:sz w:val="22"/>
          <w:szCs w:val="22"/>
        </w:rPr>
      </w:pPr>
      <w:r w:rsidRPr="008C3879">
        <w:rPr>
          <w:rFonts w:ascii="Arial" w:hAnsi="Arial" w:cs="Arial"/>
          <w:sz w:val="22"/>
          <w:szCs w:val="22"/>
        </w:rPr>
        <w:t xml:space="preserve">Data _______________ </w:t>
      </w:r>
      <w:r w:rsidRPr="008C3879">
        <w:rPr>
          <w:rFonts w:ascii="Arial" w:hAnsi="Arial" w:cs="Arial"/>
          <w:sz w:val="22"/>
          <w:szCs w:val="22"/>
        </w:rPr>
        <w:tab/>
      </w:r>
      <w:r w:rsidRPr="008C3879">
        <w:rPr>
          <w:rFonts w:ascii="Arial" w:hAnsi="Arial" w:cs="Arial"/>
          <w:sz w:val="22"/>
          <w:szCs w:val="22"/>
        </w:rPr>
        <w:tab/>
      </w:r>
    </w:p>
    <w:p w:rsidR="007B3251" w:rsidRDefault="007B3251" w:rsidP="00B529FB">
      <w:pPr>
        <w:ind w:firstLine="360"/>
        <w:jc w:val="both"/>
        <w:rPr>
          <w:rFonts w:ascii="Arial" w:hAnsi="Arial" w:cs="Arial"/>
          <w:sz w:val="22"/>
          <w:szCs w:val="22"/>
        </w:rPr>
      </w:pPr>
    </w:p>
    <w:p w:rsidR="008C3879" w:rsidRPr="008C3879" w:rsidRDefault="008C3879" w:rsidP="00B529FB">
      <w:pPr>
        <w:ind w:firstLine="360"/>
        <w:jc w:val="both"/>
        <w:rPr>
          <w:rFonts w:ascii="Arial" w:hAnsi="Arial" w:cs="Arial"/>
          <w:sz w:val="22"/>
          <w:szCs w:val="22"/>
        </w:rPr>
      </w:pPr>
    </w:p>
    <w:p w:rsidR="007B3251" w:rsidRPr="008C3879" w:rsidRDefault="007B3251" w:rsidP="00B529FB">
      <w:pPr>
        <w:ind w:firstLine="360"/>
        <w:jc w:val="both"/>
        <w:rPr>
          <w:rFonts w:ascii="Arial" w:hAnsi="Arial" w:cs="Arial"/>
          <w:sz w:val="22"/>
          <w:szCs w:val="22"/>
        </w:rPr>
      </w:pPr>
      <w:r w:rsidRPr="008C3879">
        <w:rPr>
          <w:rFonts w:ascii="Arial" w:hAnsi="Arial" w:cs="Arial"/>
          <w:sz w:val="22"/>
          <w:szCs w:val="22"/>
        </w:rPr>
        <w:t xml:space="preserve">                  Firma dell’interessato                             Firma del Direttore/Responsabile</w:t>
      </w:r>
    </w:p>
    <w:p w:rsidR="007B3251" w:rsidRPr="008C3879" w:rsidRDefault="007B3251" w:rsidP="00B529FB">
      <w:pPr>
        <w:ind w:firstLine="360"/>
        <w:jc w:val="both"/>
        <w:rPr>
          <w:rFonts w:ascii="Arial" w:hAnsi="Arial" w:cs="Arial"/>
          <w:sz w:val="22"/>
          <w:szCs w:val="22"/>
        </w:rPr>
      </w:pPr>
    </w:p>
    <w:p w:rsidR="007B3251" w:rsidRPr="008C3879" w:rsidRDefault="007B3251" w:rsidP="00B529FB">
      <w:pPr>
        <w:ind w:firstLine="360"/>
        <w:jc w:val="both"/>
        <w:rPr>
          <w:rFonts w:ascii="Arial" w:hAnsi="Arial" w:cs="Arial"/>
          <w:sz w:val="22"/>
          <w:szCs w:val="22"/>
        </w:rPr>
      </w:pPr>
      <w:r w:rsidRPr="008C3879">
        <w:rPr>
          <w:rFonts w:ascii="Arial" w:hAnsi="Arial" w:cs="Arial"/>
          <w:sz w:val="22"/>
          <w:szCs w:val="22"/>
        </w:rPr>
        <w:t>_________________________________                ____________________________</w:t>
      </w:r>
    </w:p>
    <w:p w:rsidR="00E20E84" w:rsidRDefault="00E20E84" w:rsidP="007B3251">
      <w:pPr>
        <w:pStyle w:val="Intestazione"/>
        <w:tabs>
          <w:tab w:val="clear" w:pos="4819"/>
          <w:tab w:val="clear" w:pos="9638"/>
        </w:tabs>
        <w:spacing w:line="140" w:lineRule="exact"/>
      </w:pPr>
    </w:p>
    <w:sectPr w:rsidR="00E20E84" w:rsidSect="00791E55">
      <w:headerReference w:type="first" r:id="rId7"/>
      <w:footerReference w:type="first" r:id="rId8"/>
      <w:pgSz w:w="11906" w:h="16838" w:code="9"/>
      <w:pgMar w:top="1797" w:right="1134" w:bottom="794" w:left="737" w:header="907" w:footer="158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454B" w:rsidRDefault="0013454B">
      <w:r>
        <w:separator/>
      </w:r>
    </w:p>
  </w:endnote>
  <w:endnote w:type="continuationSeparator" w:id="0">
    <w:p w:rsidR="0013454B" w:rsidRDefault="001345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4CD" w:rsidRDefault="008634CD" w:rsidP="008634CD">
    <w:pPr>
      <w:pStyle w:val="Pidipagina"/>
    </w:pPr>
    <w:r>
      <w:rPr>
        <w:noProof/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94" type="#_x0000_t202" style="position:absolute;margin-left:54pt;margin-top:38.95pt;width:207pt;height:54pt;z-index:251658752" stroked="f">
          <v:textbox style="mso-next-textbox:#_x0000_s2194">
            <w:txbxContent>
              <w:p w:rsidR="008634CD" w:rsidRPr="00D92B89" w:rsidRDefault="003A2CCB" w:rsidP="0008003F">
                <w:pPr>
                  <w:autoSpaceDE w:val="0"/>
                  <w:autoSpaceDN w:val="0"/>
                  <w:adjustRightInd w:val="0"/>
                  <w:rPr>
                    <w:rFonts w:ascii="Arial" w:hAnsi="Arial" w:cs="Arial"/>
                    <w:b/>
                    <w:bCs/>
                    <w:color w:val="009959"/>
                    <w:sz w:val="14"/>
                    <w:szCs w:val="14"/>
                  </w:rPr>
                </w:pPr>
                <w:r>
                  <w:rPr>
                    <w:rFonts w:ascii="Arial" w:hAnsi="Arial" w:cs="Arial"/>
                    <w:b/>
                    <w:bCs/>
                    <w:color w:val="009959"/>
                    <w:sz w:val="14"/>
                    <w:szCs w:val="14"/>
                  </w:rPr>
                  <w:t>Direzione Sanitaria</w:t>
                </w:r>
              </w:p>
              <w:p w:rsidR="00F97391" w:rsidRPr="00D92B89" w:rsidRDefault="003A2CCB" w:rsidP="0008003F">
                <w:pPr>
                  <w:autoSpaceDE w:val="0"/>
                  <w:autoSpaceDN w:val="0"/>
                  <w:adjustRightInd w:val="0"/>
                  <w:rPr>
                    <w:rFonts w:ascii="Arial" w:hAnsi="Arial" w:cs="Arial"/>
                    <w:b/>
                    <w:bCs/>
                    <w:color w:val="009959"/>
                    <w:sz w:val="14"/>
                    <w:szCs w:val="14"/>
                  </w:rPr>
                </w:pPr>
                <w:r>
                  <w:rPr>
                    <w:rFonts w:ascii="Arial" w:hAnsi="Arial" w:cs="Arial"/>
                    <w:b/>
                    <w:bCs/>
                    <w:color w:val="009959"/>
                    <w:sz w:val="14"/>
                    <w:szCs w:val="14"/>
                  </w:rPr>
                  <w:t>Via Pupilli, 1  40136 Bologna</w:t>
                </w:r>
              </w:p>
              <w:p w:rsidR="00F97391" w:rsidRDefault="00F97391" w:rsidP="0008003F">
                <w:pPr>
                  <w:autoSpaceDE w:val="0"/>
                  <w:autoSpaceDN w:val="0"/>
                  <w:adjustRightInd w:val="0"/>
                  <w:rPr>
                    <w:rFonts w:ascii="Arial" w:hAnsi="Arial" w:cs="Arial"/>
                    <w:b/>
                    <w:bCs/>
                    <w:color w:val="009959"/>
                    <w:sz w:val="14"/>
                    <w:szCs w:val="14"/>
                  </w:rPr>
                </w:pPr>
                <w:r w:rsidRPr="00D92B89">
                  <w:rPr>
                    <w:rFonts w:ascii="Arial" w:hAnsi="Arial" w:cs="Arial"/>
                    <w:b/>
                    <w:bCs/>
                    <w:color w:val="009959"/>
                    <w:sz w:val="14"/>
                    <w:szCs w:val="14"/>
                  </w:rPr>
                  <w:t>Telefono</w:t>
                </w:r>
                <w:r w:rsidR="003A2CCB">
                  <w:rPr>
                    <w:rFonts w:ascii="Arial" w:hAnsi="Arial" w:cs="Arial"/>
                    <w:b/>
                    <w:bCs/>
                    <w:color w:val="009959"/>
                    <w:sz w:val="14"/>
                    <w:szCs w:val="14"/>
                  </w:rPr>
                  <w:t xml:space="preserve"> 0516366227</w:t>
                </w:r>
              </w:p>
              <w:p w:rsidR="005E0CDD" w:rsidRPr="00D92B89" w:rsidRDefault="0091636F" w:rsidP="0008003F">
                <w:pPr>
                  <w:autoSpaceDE w:val="0"/>
                  <w:autoSpaceDN w:val="0"/>
                  <w:adjustRightInd w:val="0"/>
                  <w:rPr>
                    <w:rFonts w:ascii="Arial" w:hAnsi="Arial" w:cs="Arial"/>
                    <w:b/>
                    <w:bCs/>
                    <w:color w:val="009959"/>
                    <w:sz w:val="14"/>
                    <w:szCs w:val="14"/>
                  </w:rPr>
                </w:pPr>
                <w:r>
                  <w:rPr>
                    <w:rFonts w:ascii="Arial" w:hAnsi="Arial" w:cs="Arial"/>
                    <w:b/>
                    <w:bCs/>
                    <w:color w:val="009959"/>
                    <w:sz w:val="14"/>
                    <w:szCs w:val="14"/>
                  </w:rPr>
                  <w:t>Fax 0514689907</w:t>
                </w:r>
              </w:p>
              <w:p w:rsidR="00F97391" w:rsidRPr="0091636F" w:rsidRDefault="00F97391" w:rsidP="0008003F">
                <w:pPr>
                  <w:autoSpaceDE w:val="0"/>
                  <w:autoSpaceDN w:val="0"/>
                  <w:adjustRightInd w:val="0"/>
                  <w:rPr>
                    <w:rFonts w:ascii="Arial" w:hAnsi="Arial" w:cs="Arial"/>
                    <w:b/>
                    <w:bCs/>
                    <w:color w:val="009959"/>
                    <w:sz w:val="14"/>
                    <w:szCs w:val="14"/>
                    <w:lang w:val="en-US"/>
                  </w:rPr>
                </w:pPr>
                <w:r w:rsidRPr="0091636F">
                  <w:rPr>
                    <w:rFonts w:ascii="Arial" w:hAnsi="Arial" w:cs="Arial"/>
                    <w:b/>
                    <w:bCs/>
                    <w:color w:val="009959"/>
                    <w:sz w:val="14"/>
                    <w:szCs w:val="14"/>
                    <w:lang w:val="en-US"/>
                  </w:rPr>
                  <w:t>Email</w:t>
                </w:r>
                <w:r w:rsidR="005E0CDD" w:rsidRPr="0091636F">
                  <w:rPr>
                    <w:rFonts w:ascii="Arial" w:hAnsi="Arial" w:cs="Arial"/>
                    <w:b/>
                    <w:bCs/>
                    <w:color w:val="009959"/>
                    <w:sz w:val="14"/>
                    <w:szCs w:val="14"/>
                    <w:lang w:val="en-US"/>
                  </w:rPr>
                  <w:t xml:space="preserve"> dir</w:t>
                </w:r>
                <w:r w:rsidR="00992353" w:rsidRPr="0091636F">
                  <w:rPr>
                    <w:rFonts w:ascii="Arial" w:hAnsi="Arial" w:cs="Arial"/>
                    <w:b/>
                    <w:bCs/>
                    <w:color w:val="009959"/>
                    <w:sz w:val="14"/>
                    <w:szCs w:val="14"/>
                    <w:lang w:val="en-US"/>
                  </w:rPr>
                  <w:t>ezione.</w:t>
                </w:r>
                <w:r w:rsidR="005E0CDD" w:rsidRPr="0091636F">
                  <w:rPr>
                    <w:rFonts w:ascii="Arial" w:hAnsi="Arial" w:cs="Arial"/>
                    <w:b/>
                    <w:bCs/>
                    <w:color w:val="009959"/>
                    <w:sz w:val="14"/>
                    <w:szCs w:val="14"/>
                    <w:lang w:val="en-US"/>
                  </w:rPr>
                  <w:t>san</w:t>
                </w:r>
                <w:r w:rsidR="00992353" w:rsidRPr="0091636F">
                  <w:rPr>
                    <w:rFonts w:ascii="Arial" w:hAnsi="Arial" w:cs="Arial"/>
                    <w:b/>
                    <w:bCs/>
                    <w:color w:val="009959"/>
                    <w:sz w:val="14"/>
                    <w:szCs w:val="14"/>
                    <w:lang w:val="en-US"/>
                  </w:rPr>
                  <w:t>itaria</w:t>
                </w:r>
                <w:r w:rsidR="005E0CDD" w:rsidRPr="0091636F">
                  <w:rPr>
                    <w:rFonts w:ascii="Arial" w:hAnsi="Arial" w:cs="Arial"/>
                    <w:b/>
                    <w:bCs/>
                    <w:color w:val="009959"/>
                    <w:sz w:val="14"/>
                    <w:szCs w:val="14"/>
                    <w:lang w:val="en-US"/>
                  </w:rPr>
                  <w:t>@ior.it</w:t>
                </w:r>
              </w:p>
              <w:p w:rsidR="00F97391" w:rsidRPr="0091636F" w:rsidRDefault="00F97391" w:rsidP="0008003F">
                <w:pPr>
                  <w:autoSpaceDE w:val="0"/>
                  <w:autoSpaceDN w:val="0"/>
                  <w:adjustRightInd w:val="0"/>
                  <w:rPr>
                    <w:rFonts w:ascii="Arial" w:hAnsi="Arial" w:cs="Arial"/>
                    <w:bCs/>
                    <w:color w:val="009959"/>
                    <w:sz w:val="14"/>
                    <w:szCs w:val="14"/>
                    <w:lang w:val="en-US"/>
                  </w:rPr>
                </w:pPr>
              </w:p>
              <w:p w:rsidR="008634CD" w:rsidRPr="0091636F" w:rsidRDefault="008634CD" w:rsidP="008634CD">
                <w:pPr>
                  <w:rPr>
                    <w:color w:val="009959"/>
                    <w:lang w:val="en-US"/>
                  </w:rPr>
                </w:pPr>
              </w:p>
            </w:txbxContent>
          </v:textbox>
          <w10:anchorlock/>
        </v:shape>
      </w:pict>
    </w:r>
    <w:r>
      <w:rPr>
        <w:noProof/>
        <w:sz w:val="20"/>
      </w:rPr>
      <w:pict>
        <v:shape id="_x0000_s2193" type="#_x0000_t202" style="position:absolute;margin-left:270pt;margin-top:38.95pt;width:213pt;height:54pt;z-index:251657728" stroked="f">
          <v:textbox style="mso-next-textbox:#_x0000_s2193">
            <w:txbxContent>
              <w:p w:rsidR="000E4675" w:rsidRPr="00D92B89" w:rsidRDefault="000E4675" w:rsidP="000E4675">
                <w:pPr>
                  <w:rPr>
                    <w:rFonts w:ascii="Arial" w:hAnsi="Arial" w:cs="Arial"/>
                    <w:b/>
                    <w:bCs/>
                    <w:color w:val="009959"/>
                    <w:sz w:val="14"/>
                    <w:szCs w:val="14"/>
                  </w:rPr>
                </w:pPr>
                <w:r w:rsidRPr="00D92B89">
                  <w:rPr>
                    <w:rFonts w:ascii="Arial" w:hAnsi="Arial" w:cs="Arial"/>
                    <w:b/>
                    <w:bCs/>
                    <w:color w:val="009959"/>
                    <w:sz w:val="14"/>
                    <w:szCs w:val="14"/>
                  </w:rPr>
                  <w:t>Istituto Ortopedico Rizzoli di Bologna - IRCCS</w:t>
                </w:r>
              </w:p>
              <w:p w:rsidR="000E4675" w:rsidRPr="00D92B89" w:rsidRDefault="000E4675" w:rsidP="000E4675">
                <w:pPr>
                  <w:rPr>
                    <w:rFonts w:ascii="Arial" w:hAnsi="Arial" w:cs="Arial"/>
                    <w:bCs/>
                    <w:color w:val="009959"/>
                    <w:sz w:val="14"/>
                    <w:szCs w:val="14"/>
                  </w:rPr>
                </w:pPr>
                <w:r w:rsidRPr="00D92B89">
                  <w:rPr>
                    <w:rFonts w:ascii="Arial" w:hAnsi="Arial" w:cs="Arial"/>
                    <w:b/>
                    <w:bCs/>
                    <w:color w:val="009959"/>
                    <w:sz w:val="14"/>
                    <w:szCs w:val="14"/>
                  </w:rPr>
                  <w:t>Sede legale</w:t>
                </w:r>
                <w:r w:rsidRPr="00D92B89">
                  <w:rPr>
                    <w:rFonts w:ascii="Arial" w:hAnsi="Arial" w:cs="Arial"/>
                    <w:bCs/>
                    <w:color w:val="009959"/>
                    <w:sz w:val="14"/>
                    <w:szCs w:val="14"/>
                  </w:rPr>
                  <w:t xml:space="preserve"> Via Di Barbiano, 1/10 - 40136 Bologna</w:t>
                </w:r>
              </w:p>
              <w:p w:rsidR="000E4675" w:rsidRPr="00D92B89" w:rsidRDefault="000E4675" w:rsidP="000E4675">
                <w:pPr>
                  <w:rPr>
                    <w:rFonts w:ascii="Arial" w:hAnsi="Arial" w:cs="Arial"/>
                    <w:bCs/>
                    <w:color w:val="009959"/>
                    <w:sz w:val="14"/>
                    <w:szCs w:val="14"/>
                  </w:rPr>
                </w:pPr>
                <w:r w:rsidRPr="00D92B89">
                  <w:rPr>
                    <w:rFonts w:ascii="Arial" w:hAnsi="Arial" w:cs="Arial"/>
                    <w:b/>
                    <w:bCs/>
                    <w:color w:val="009959"/>
                    <w:sz w:val="14"/>
                    <w:szCs w:val="14"/>
                  </w:rPr>
                  <w:t>Ospedale</w:t>
                </w:r>
                <w:r w:rsidRPr="00D92B89">
                  <w:rPr>
                    <w:rFonts w:ascii="Arial" w:hAnsi="Arial" w:cs="Arial"/>
                    <w:bCs/>
                    <w:color w:val="009959"/>
                    <w:sz w:val="14"/>
                    <w:szCs w:val="14"/>
                  </w:rPr>
                  <w:t xml:space="preserve"> Via G. C. Pupilli, 1 - 40136 Bologna</w:t>
                </w:r>
              </w:p>
              <w:p w:rsidR="000E4675" w:rsidRPr="00D92B89" w:rsidRDefault="000E4675" w:rsidP="000E4675">
                <w:pPr>
                  <w:rPr>
                    <w:rFonts w:ascii="Arial" w:hAnsi="Arial" w:cs="Arial"/>
                    <w:bCs/>
                    <w:color w:val="009959"/>
                    <w:sz w:val="14"/>
                    <w:szCs w:val="14"/>
                  </w:rPr>
                </w:pPr>
                <w:r w:rsidRPr="00D92B89">
                  <w:rPr>
                    <w:rFonts w:ascii="Arial" w:hAnsi="Arial" w:cs="Arial"/>
                    <w:b/>
                    <w:bCs/>
                    <w:color w:val="009959"/>
                    <w:sz w:val="14"/>
                    <w:szCs w:val="14"/>
                  </w:rPr>
                  <w:t>Centro di Ricerca</w:t>
                </w:r>
                <w:r w:rsidRPr="00D92B89">
                  <w:rPr>
                    <w:rFonts w:ascii="Arial" w:hAnsi="Arial" w:cs="Arial"/>
                    <w:bCs/>
                    <w:color w:val="009959"/>
                    <w:sz w:val="14"/>
                    <w:szCs w:val="14"/>
                  </w:rPr>
                  <w:t xml:space="preserve"> Via Di Barbiano, 1/10 - 40136 Bologna</w:t>
                </w:r>
              </w:p>
              <w:p w:rsidR="000E4675" w:rsidRPr="0091636F" w:rsidRDefault="000E4675" w:rsidP="000E4675">
                <w:pPr>
                  <w:rPr>
                    <w:rFonts w:ascii="Arial" w:hAnsi="Arial" w:cs="Arial"/>
                    <w:bCs/>
                    <w:color w:val="009959"/>
                    <w:sz w:val="14"/>
                    <w:szCs w:val="14"/>
                    <w:lang w:val="en-US"/>
                  </w:rPr>
                </w:pPr>
                <w:r w:rsidRPr="0091636F">
                  <w:rPr>
                    <w:rFonts w:ascii="Arial" w:hAnsi="Arial" w:cs="Arial"/>
                    <w:bCs/>
                    <w:color w:val="009959"/>
                    <w:sz w:val="14"/>
                    <w:szCs w:val="14"/>
                    <w:lang w:val="en-US"/>
                  </w:rPr>
                  <w:t>T</w:t>
                </w:r>
                <w:r w:rsidR="0091636F" w:rsidRPr="0091636F">
                  <w:rPr>
                    <w:rFonts w:ascii="Arial" w:hAnsi="Arial" w:cs="Arial"/>
                    <w:bCs/>
                    <w:color w:val="009959"/>
                    <w:sz w:val="14"/>
                    <w:szCs w:val="14"/>
                    <w:lang w:val="en-US"/>
                  </w:rPr>
                  <w:t>el. 051/6366111 - Fax 051/4689894</w:t>
                </w:r>
                <w:r w:rsidRPr="0091636F">
                  <w:rPr>
                    <w:rFonts w:ascii="Arial" w:hAnsi="Arial" w:cs="Arial"/>
                    <w:bCs/>
                    <w:color w:val="009959"/>
                    <w:sz w:val="14"/>
                    <w:szCs w:val="14"/>
                    <w:lang w:val="en-US"/>
                  </w:rPr>
                  <w:t xml:space="preserve"> www.ior.it</w:t>
                </w:r>
              </w:p>
              <w:p w:rsidR="008634CD" w:rsidRPr="00D92B89" w:rsidRDefault="000E4675" w:rsidP="000E4675">
                <w:pPr>
                  <w:rPr>
                    <w:rFonts w:ascii="Arial" w:hAnsi="Arial" w:cs="Arial"/>
                    <w:bCs/>
                    <w:color w:val="009959"/>
                    <w:sz w:val="14"/>
                    <w:szCs w:val="14"/>
                  </w:rPr>
                </w:pPr>
                <w:r w:rsidRPr="00D92B89">
                  <w:rPr>
                    <w:rFonts w:ascii="Arial" w:hAnsi="Arial" w:cs="Arial"/>
                    <w:bCs/>
                    <w:color w:val="009959"/>
                    <w:sz w:val="14"/>
                    <w:szCs w:val="14"/>
                  </w:rPr>
                  <w:t>Codice Fiscale e Partita IVA 00302030374</w:t>
                </w:r>
              </w:p>
            </w:txbxContent>
          </v:textbox>
          <w10:anchorlock/>
        </v:shape>
      </w:pict>
    </w:r>
  </w:p>
  <w:p w:rsidR="008634CD" w:rsidRDefault="008634CD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454B" w:rsidRDefault="0013454B">
      <w:r>
        <w:separator/>
      </w:r>
    </w:p>
  </w:footnote>
  <w:footnote w:type="continuationSeparator" w:id="0">
    <w:p w:rsidR="0013454B" w:rsidRDefault="001345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4CD" w:rsidRPr="00C26DBA" w:rsidRDefault="000836DD" w:rsidP="008634CD">
    <w:pPr>
      <w:pStyle w:val="Intestazione"/>
    </w:pPr>
    <w:r>
      <w:rPr>
        <w:noProof/>
      </w:rPr>
      <w:drawing>
        <wp:inline distT="0" distB="0" distL="0" distR="0">
          <wp:extent cx="4191000" cy="792480"/>
          <wp:effectExtent l="19050" t="0" r="0" b="0"/>
          <wp:docPr id="1" name="Immagine 1" descr="logo verde giusto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verde giusto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1000" cy="7924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634CD">
      <w:rPr>
        <w:noProof/>
        <w:sz w:val="20"/>
      </w:rPr>
      <w:pict>
        <v:rect id="_x0000_s2190" style="position:absolute;margin-left:234.1pt;margin-top:-5.1pt;width:6.6pt;height:15.2pt;z-index:251656704;mso-position-horizontal-relative:text;mso-position-vertical-relative:text" filled="f" stroked="f">
          <v:textbox style="mso-next-textbox:#_x0000_s2190" inset="0,0,0,0">
            <w:txbxContent>
              <w:p w:rsidR="008634CD" w:rsidRDefault="008634CD" w:rsidP="008634CD">
                <w:r>
                  <w:rPr>
                    <w:color w:val="000000"/>
                    <w:lang w:val="en-US"/>
                  </w:rPr>
                  <w:t xml:space="preserve"> </w:t>
                </w:r>
              </w:p>
            </w:txbxContent>
          </v:textbox>
          <w10:anchorlock/>
        </v:rect>
      </w:pict>
    </w:r>
  </w:p>
  <w:p w:rsidR="008634CD" w:rsidRDefault="008634CD" w:rsidP="00B06426">
    <w:pPr>
      <w:pStyle w:val="Intestazione"/>
      <w:rPr>
        <w:rFonts w:ascii="Arial Black" w:hAnsi="Arial Black"/>
        <w:color w:val="018749"/>
        <w:sz w:val="14"/>
        <w:szCs w:val="18"/>
      </w:rPr>
    </w:pPr>
    <w:r>
      <w:rPr>
        <w:rFonts w:ascii="Arial Black" w:hAnsi="Arial Black"/>
        <w:color w:val="008749"/>
        <w:sz w:val="18"/>
        <w:szCs w:val="18"/>
      </w:rPr>
      <w:t xml:space="preserve">                 </w:t>
    </w:r>
    <w:r>
      <w:rPr>
        <w:rFonts w:ascii="Arial-BoldMT" w:hAnsi="Arial-BoldMT"/>
        <w:b/>
        <w:bCs/>
        <w:color w:val="018749"/>
        <w:sz w:val="14"/>
        <w:szCs w:val="14"/>
      </w:rPr>
      <w:tab/>
    </w:r>
    <w:r>
      <w:rPr>
        <w:rFonts w:ascii="Arial-BoldMT" w:hAnsi="Arial-BoldMT"/>
        <w:b/>
        <w:bCs/>
        <w:color w:val="018749"/>
        <w:sz w:val="14"/>
        <w:szCs w:val="14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D37842"/>
    <w:multiLevelType w:val="hybridMultilevel"/>
    <w:tmpl w:val="3F04F8EA"/>
    <w:lvl w:ilvl="0" w:tplc="A330F4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5AC1696"/>
    <w:multiLevelType w:val="hybridMultilevel"/>
    <w:tmpl w:val="B350A5EE"/>
    <w:lvl w:ilvl="0" w:tplc="3CBC4A74">
      <w:start w:val="16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28"/>
  <w:hyphenationZone w:val="283"/>
  <w:noPunctuationKerning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62430A"/>
    <w:rsid w:val="00005D16"/>
    <w:rsid w:val="00025EAD"/>
    <w:rsid w:val="0008003F"/>
    <w:rsid w:val="000836DD"/>
    <w:rsid w:val="000D2377"/>
    <w:rsid w:val="000E337F"/>
    <w:rsid w:val="000E4675"/>
    <w:rsid w:val="000E4842"/>
    <w:rsid w:val="00103FB2"/>
    <w:rsid w:val="0013454B"/>
    <w:rsid w:val="001B700D"/>
    <w:rsid w:val="001C38DC"/>
    <w:rsid w:val="001E05A5"/>
    <w:rsid w:val="00222817"/>
    <w:rsid w:val="00251EDA"/>
    <w:rsid w:val="002601ED"/>
    <w:rsid w:val="002A5FEC"/>
    <w:rsid w:val="002B69E3"/>
    <w:rsid w:val="002D784C"/>
    <w:rsid w:val="003112C7"/>
    <w:rsid w:val="0032320B"/>
    <w:rsid w:val="00392680"/>
    <w:rsid w:val="003977E5"/>
    <w:rsid w:val="00397AA4"/>
    <w:rsid w:val="003A2CCB"/>
    <w:rsid w:val="003A5D2B"/>
    <w:rsid w:val="003B6289"/>
    <w:rsid w:val="003C23CB"/>
    <w:rsid w:val="003D7010"/>
    <w:rsid w:val="003F42A3"/>
    <w:rsid w:val="00421156"/>
    <w:rsid w:val="00434067"/>
    <w:rsid w:val="00453F55"/>
    <w:rsid w:val="004C63D0"/>
    <w:rsid w:val="004D2377"/>
    <w:rsid w:val="0054362A"/>
    <w:rsid w:val="005537A3"/>
    <w:rsid w:val="00571C86"/>
    <w:rsid w:val="005774A3"/>
    <w:rsid w:val="005A282C"/>
    <w:rsid w:val="005A6D20"/>
    <w:rsid w:val="005C42F7"/>
    <w:rsid w:val="005D1EA8"/>
    <w:rsid w:val="005D7584"/>
    <w:rsid w:val="005E0CDD"/>
    <w:rsid w:val="00602AA1"/>
    <w:rsid w:val="00605C96"/>
    <w:rsid w:val="006174A4"/>
    <w:rsid w:val="0062430A"/>
    <w:rsid w:val="00625CFA"/>
    <w:rsid w:val="0063427F"/>
    <w:rsid w:val="00640BB4"/>
    <w:rsid w:val="006450CE"/>
    <w:rsid w:val="006B48B2"/>
    <w:rsid w:val="006C1C6A"/>
    <w:rsid w:val="006F39AC"/>
    <w:rsid w:val="00704FDE"/>
    <w:rsid w:val="00707974"/>
    <w:rsid w:val="007171FF"/>
    <w:rsid w:val="00721A2D"/>
    <w:rsid w:val="0072798C"/>
    <w:rsid w:val="0073071D"/>
    <w:rsid w:val="0073677F"/>
    <w:rsid w:val="00773D74"/>
    <w:rsid w:val="00774531"/>
    <w:rsid w:val="00780B01"/>
    <w:rsid w:val="007812FF"/>
    <w:rsid w:val="007912BA"/>
    <w:rsid w:val="00791E55"/>
    <w:rsid w:val="007B3251"/>
    <w:rsid w:val="007E0FD5"/>
    <w:rsid w:val="00804B32"/>
    <w:rsid w:val="00806341"/>
    <w:rsid w:val="00853EFE"/>
    <w:rsid w:val="008634CD"/>
    <w:rsid w:val="00870353"/>
    <w:rsid w:val="008835D0"/>
    <w:rsid w:val="00892551"/>
    <w:rsid w:val="008B71B6"/>
    <w:rsid w:val="008C3879"/>
    <w:rsid w:val="008E0169"/>
    <w:rsid w:val="008E7A4D"/>
    <w:rsid w:val="008F3F00"/>
    <w:rsid w:val="0091636F"/>
    <w:rsid w:val="0092725A"/>
    <w:rsid w:val="009550E3"/>
    <w:rsid w:val="00976DE9"/>
    <w:rsid w:val="00990308"/>
    <w:rsid w:val="00992353"/>
    <w:rsid w:val="00993EF4"/>
    <w:rsid w:val="009943E2"/>
    <w:rsid w:val="009A1C4B"/>
    <w:rsid w:val="009B107A"/>
    <w:rsid w:val="009B2231"/>
    <w:rsid w:val="009C5641"/>
    <w:rsid w:val="009E2C18"/>
    <w:rsid w:val="00A249A9"/>
    <w:rsid w:val="00A2697C"/>
    <w:rsid w:val="00A63A52"/>
    <w:rsid w:val="00AB119B"/>
    <w:rsid w:val="00AC6F44"/>
    <w:rsid w:val="00B06426"/>
    <w:rsid w:val="00B529FB"/>
    <w:rsid w:val="00BC1E34"/>
    <w:rsid w:val="00C26DBA"/>
    <w:rsid w:val="00C60BBD"/>
    <w:rsid w:val="00C73FAE"/>
    <w:rsid w:val="00CA216E"/>
    <w:rsid w:val="00CA4478"/>
    <w:rsid w:val="00CD4B01"/>
    <w:rsid w:val="00D13B24"/>
    <w:rsid w:val="00D1630D"/>
    <w:rsid w:val="00D56403"/>
    <w:rsid w:val="00D74934"/>
    <w:rsid w:val="00D92B89"/>
    <w:rsid w:val="00DC0A15"/>
    <w:rsid w:val="00DF2BA6"/>
    <w:rsid w:val="00E20E84"/>
    <w:rsid w:val="00E54B8F"/>
    <w:rsid w:val="00E61DBF"/>
    <w:rsid w:val="00E75354"/>
    <w:rsid w:val="00E810B0"/>
    <w:rsid w:val="00F748BF"/>
    <w:rsid w:val="00F77326"/>
    <w:rsid w:val="00F97391"/>
    <w:rsid w:val="00FC5F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semiHidden/>
  </w:style>
  <w:style w:type="table" w:default="1" w:styleId="Tabellanorma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semiHidden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434067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7B32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02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annini\Dati%20applicazioni\Microsoft\Modelli\carta%20intestata%20regionale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regionale</Template>
  <TotalTime>1</TotalTime>
  <Pages>1</Pages>
  <Words>234</Words>
  <Characters>1337</Characters>
  <Application>Microsoft Office Word</Application>
  <DocSecurity>4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Istituti Ortopedici Rizzoli</Company>
  <LinksUpToDate>false</LinksUpToDate>
  <CharactersWithSpaces>1568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Vannini</dc:creator>
  <cp:lastModifiedBy>loredana.pratelli</cp:lastModifiedBy>
  <cp:revision>2</cp:revision>
  <cp:lastPrinted>2010-04-08T08:18:00Z</cp:lastPrinted>
  <dcterms:created xsi:type="dcterms:W3CDTF">2020-01-20T08:20:00Z</dcterms:created>
  <dcterms:modified xsi:type="dcterms:W3CDTF">2020-01-20T08:20:00Z</dcterms:modified>
</cp:coreProperties>
</file>